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80" w:rsidRPr="00986609" w:rsidRDefault="00820180" w:rsidP="00986609">
      <w:pPr>
        <w:rPr>
          <w:rFonts w:ascii="Times New Roman" w:hAnsi="Times New Roman" w:cs="Times New Roman"/>
          <w:b/>
          <w:bCs/>
          <w:sz w:val="28"/>
          <w:szCs w:val="28"/>
        </w:rPr>
      </w:pPr>
      <w:r w:rsidRPr="00986609">
        <w:rPr>
          <w:rFonts w:ascii="Times New Roman" w:hAnsi="Times New Roman" w:cs="Times New Roman"/>
          <w:b/>
          <w:bCs/>
          <w:sz w:val="28"/>
          <w:szCs w:val="28"/>
        </w:rPr>
        <w:t>Taking Advantage of the Phone Line</w:t>
      </w:r>
      <w:r>
        <w:rPr>
          <w:rFonts w:ascii="Times New Roman" w:hAnsi="Times New Roman" w:cs="Times New Roman"/>
          <w:b/>
          <w:bCs/>
          <w:sz w:val="28"/>
          <w:szCs w:val="28"/>
        </w:rPr>
        <w:t>’s Free Electricity</w:t>
      </w:r>
      <w:r w:rsidRPr="00986609">
        <w:rPr>
          <w:rFonts w:ascii="Times New Roman" w:hAnsi="Times New Roman" w:cs="Times New Roman"/>
          <w:b/>
          <w:bCs/>
          <w:sz w:val="28"/>
          <w:szCs w:val="28"/>
        </w:rPr>
        <w:t xml:space="preserve"> </w:t>
      </w:r>
    </w:p>
    <w:p w:rsidR="00820180" w:rsidRDefault="00820180">
      <w:pPr>
        <w:rPr>
          <w:rFonts w:ascii="Times New Roman" w:hAnsi="Times New Roman" w:cs="Times New Roman"/>
          <w:sz w:val="24"/>
          <w:szCs w:val="24"/>
        </w:rPr>
      </w:pPr>
      <w:r>
        <w:rPr>
          <w:rFonts w:ascii="Times New Roman" w:hAnsi="Times New Roman" w:cs="Times New Roman"/>
          <w:sz w:val="24"/>
          <w:szCs w:val="24"/>
        </w:rPr>
        <w:t xml:space="preserve">Each and every day there are minor things which can produce a great change in our lives. There are so many things which can make a difference in the way we live our lives and we do not even realize it. Think about the banal phone line. Would you imagine that apart from helping you stay in touch with the ones you love and solve the problems you have with just a phone call, the phone line can also help you save money? Well, probably not, but this is the plain truth: the phone line can make your life better and diminish the amount of money you have to pay for your electricity bill. </w:t>
      </w:r>
    </w:p>
    <w:p w:rsidR="00820180" w:rsidRDefault="00820180">
      <w:pPr>
        <w:rPr>
          <w:rFonts w:ascii="Times New Roman" w:hAnsi="Times New Roman" w:cs="Times New Roman"/>
          <w:sz w:val="24"/>
          <w:szCs w:val="24"/>
        </w:rPr>
      </w:pPr>
      <w:r>
        <w:rPr>
          <w:rFonts w:ascii="Times New Roman" w:hAnsi="Times New Roman" w:cs="Times New Roman"/>
          <w:sz w:val="24"/>
          <w:szCs w:val="24"/>
        </w:rPr>
        <w:t xml:space="preserve">Many people are not aware of the fact that there is lots of power passing through the phone line each and every day, so for them the possibility of extracting power from the phone line is like a science fiction film. In fact, this is as real as it could be. Part of your phone bill covers that electricity passing through your lines, so why not take advantage of it if you can? You will only need a simple system that will gather the energy from the phone line and will make it ready to use for powering your household appliances. You will need to include in your system a battery to deposit the energy as well as a device which will transform the energy from the phone line into energy which can be used for powering the appliances from your home. This system is quite easy to make and with a little guidance you will be able to build it yourself, in the comfort of your home, without any additional costs or too much hustle. </w:t>
      </w:r>
    </w:p>
    <w:p w:rsidR="00820180" w:rsidRPr="00860097" w:rsidRDefault="00820180">
      <w:pPr>
        <w:rPr>
          <w:rFonts w:ascii="Times New Roman" w:hAnsi="Times New Roman" w:cs="Times New Roman"/>
          <w:sz w:val="24"/>
          <w:szCs w:val="24"/>
        </w:rPr>
      </w:pPr>
      <w:r>
        <w:rPr>
          <w:rFonts w:ascii="Times New Roman" w:hAnsi="Times New Roman" w:cs="Times New Roman"/>
          <w:sz w:val="24"/>
          <w:szCs w:val="24"/>
        </w:rPr>
        <w:t>With this system you will significantly reduce the amount of power you will be using from the main electricity provider, consequently you will pay less for the energy bill, while the phone bill and your comfort will be the same. Quite a great solution for those who were desperately searching for an alternative source of power that will diminish the amount of money they have to pay for electricity. You can try it on and see how this will work for you!</w:t>
      </w:r>
      <w:bookmarkStart w:id="0" w:name="_GoBack"/>
      <w:bookmarkEnd w:id="0"/>
    </w:p>
    <w:sectPr w:rsidR="00820180" w:rsidRPr="00860097" w:rsidSect="00986609">
      <w:pgSz w:w="12240" w:h="15840"/>
      <w:pgMar w:top="284"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F3D22"/>
    <w:multiLevelType w:val="hybridMultilevel"/>
    <w:tmpl w:val="0CC64BA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6609"/>
    <w:rsid w:val="000A3BA0"/>
    <w:rsid w:val="0016635C"/>
    <w:rsid w:val="002013F9"/>
    <w:rsid w:val="002D581C"/>
    <w:rsid w:val="00384B23"/>
    <w:rsid w:val="006D2113"/>
    <w:rsid w:val="00820180"/>
    <w:rsid w:val="00860097"/>
    <w:rsid w:val="00941A4C"/>
    <w:rsid w:val="00986609"/>
    <w:rsid w:val="00A84899"/>
    <w:rsid w:val="00C91DD8"/>
    <w:rsid w:val="00F061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B2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8660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1</Pages>
  <Words>302</Words>
  <Characters>1723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joe</cp:lastModifiedBy>
  <cp:revision>19</cp:revision>
  <dcterms:created xsi:type="dcterms:W3CDTF">2010-09-22T11:18:00Z</dcterms:created>
  <dcterms:modified xsi:type="dcterms:W3CDTF">2010-09-23T00:04:00Z</dcterms:modified>
</cp:coreProperties>
</file>